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E9C97" w14:textId="77777777" w:rsidR="003365D5" w:rsidRDefault="003365D5" w:rsidP="003365D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586A1C6E" w14:textId="77777777" w:rsidR="003365D5" w:rsidRDefault="003365D5" w:rsidP="003365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9D17E0D" w14:textId="75E9FBD6" w:rsidR="003365D5" w:rsidRDefault="003365D5" w:rsidP="003365D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B0599E">
        <w:rPr>
          <w:rFonts w:ascii="Corbel" w:hAnsi="Corbel"/>
          <w:b/>
          <w:smallCaps/>
          <w:sz w:val="24"/>
          <w:szCs w:val="24"/>
        </w:rPr>
        <w:t>7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B0599E">
        <w:rPr>
          <w:rFonts w:ascii="Corbel" w:hAnsi="Corbel"/>
          <w:b/>
          <w:smallCaps/>
          <w:sz w:val="24"/>
          <w:szCs w:val="24"/>
        </w:rPr>
        <w:t>8</w:t>
      </w:r>
    </w:p>
    <w:p w14:paraId="74DDAD9C" w14:textId="77777777" w:rsidR="003365D5" w:rsidRDefault="003365D5" w:rsidP="003365D5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7BC428A" w14:textId="722F9586" w:rsidR="003365D5" w:rsidRDefault="003365D5" w:rsidP="003365D5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B0599E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B0599E">
        <w:rPr>
          <w:rFonts w:ascii="Corbel" w:hAnsi="Corbel"/>
          <w:sz w:val="20"/>
          <w:szCs w:val="20"/>
        </w:rPr>
        <w:t>7</w:t>
      </w:r>
    </w:p>
    <w:p w14:paraId="0C6E7FD4" w14:textId="77777777" w:rsidR="0085747A" w:rsidRPr="00D43CEE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D43CEE">
        <w:rPr>
          <w:rFonts w:ascii="Corbel" w:hAnsi="Corbel"/>
          <w:sz w:val="22"/>
        </w:rPr>
        <w:t xml:space="preserve">1. </w:t>
      </w:r>
      <w:r w:rsidR="0085747A" w:rsidRPr="00D43CEE">
        <w:rPr>
          <w:rFonts w:ascii="Corbel" w:hAnsi="Corbel"/>
          <w:sz w:val="22"/>
        </w:rPr>
        <w:t xml:space="preserve">Podstawowe </w:t>
      </w:r>
      <w:r w:rsidR="00445970" w:rsidRPr="00D43CEE">
        <w:rPr>
          <w:rFonts w:ascii="Corbel" w:hAnsi="Corbel"/>
          <w:sz w:val="22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43CEE" w14:paraId="46BF2682" w14:textId="77777777" w:rsidTr="00B0599E">
        <w:tc>
          <w:tcPr>
            <w:tcW w:w="2694" w:type="dxa"/>
            <w:vAlign w:val="center"/>
          </w:tcPr>
          <w:p w14:paraId="59701564" w14:textId="77777777" w:rsidR="0085747A" w:rsidRPr="00D43CE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4F794B" w14:textId="77777777" w:rsidR="0085747A" w:rsidRPr="00D43CEE" w:rsidRDefault="00300703" w:rsidP="48422062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48422062">
              <w:rPr>
                <w:rFonts w:ascii="Corbel" w:hAnsi="Corbel"/>
                <w:bCs/>
                <w:sz w:val="24"/>
                <w:szCs w:val="24"/>
              </w:rPr>
              <w:t>Dylematy współczesnego świata</w:t>
            </w:r>
          </w:p>
        </w:tc>
      </w:tr>
      <w:tr w:rsidR="0085747A" w:rsidRPr="00D43CEE" w14:paraId="630B512E" w14:textId="77777777" w:rsidTr="00B0599E">
        <w:tc>
          <w:tcPr>
            <w:tcW w:w="2694" w:type="dxa"/>
            <w:vAlign w:val="center"/>
          </w:tcPr>
          <w:p w14:paraId="4CA29152" w14:textId="77777777" w:rsidR="0085747A" w:rsidRPr="00D43CE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Kod przedmiotu</w:t>
            </w:r>
            <w:r w:rsidR="0085747A" w:rsidRPr="00D43CEE">
              <w:rPr>
                <w:rFonts w:ascii="Corbel" w:hAnsi="Corbel"/>
                <w:sz w:val="24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6166256E" w14:textId="77777777" w:rsidR="0085747A" w:rsidRPr="00D43CEE" w:rsidRDefault="0030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D43CEE">
              <w:rPr>
                <w:rFonts w:ascii="Corbel" w:hAnsi="Corbel"/>
                <w:b w:val="0"/>
                <w:sz w:val="24"/>
              </w:rPr>
              <w:t>MK_</w:t>
            </w:r>
            <w:r w:rsidR="00755AEA" w:rsidRPr="00D43CEE">
              <w:rPr>
                <w:rFonts w:ascii="Corbel" w:hAnsi="Corbel"/>
                <w:b w:val="0"/>
                <w:sz w:val="24"/>
              </w:rPr>
              <w:t>48</w:t>
            </w:r>
          </w:p>
        </w:tc>
      </w:tr>
      <w:tr w:rsidR="00B0599E" w:rsidRPr="00D43CEE" w14:paraId="5C0172EC" w14:textId="77777777" w:rsidTr="00B0599E">
        <w:tc>
          <w:tcPr>
            <w:tcW w:w="2694" w:type="dxa"/>
            <w:vAlign w:val="center"/>
          </w:tcPr>
          <w:p w14:paraId="249A5C16" w14:textId="77777777" w:rsidR="00B0599E" w:rsidRPr="00D43CEE" w:rsidRDefault="00B0599E" w:rsidP="00B059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nazwa jednostki prowadzącej kierunek</w:t>
            </w:r>
          </w:p>
        </w:tc>
        <w:tc>
          <w:tcPr>
            <w:tcW w:w="7087" w:type="dxa"/>
          </w:tcPr>
          <w:p w14:paraId="7E3E3000" w14:textId="0275F562" w:rsidR="00B0599E" w:rsidRPr="00B0599E" w:rsidRDefault="00B0599E" w:rsidP="00B059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0599E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B0599E" w:rsidRPr="00D43CEE" w14:paraId="4FEDF307" w14:textId="77777777" w:rsidTr="00B0599E">
        <w:tc>
          <w:tcPr>
            <w:tcW w:w="2694" w:type="dxa"/>
            <w:vAlign w:val="center"/>
          </w:tcPr>
          <w:p w14:paraId="0A39E105" w14:textId="77777777" w:rsidR="00B0599E" w:rsidRPr="00D43CEE" w:rsidRDefault="00B0599E" w:rsidP="00B059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Nazwa jednostki realizującej przedmiot</w:t>
            </w:r>
          </w:p>
        </w:tc>
        <w:tc>
          <w:tcPr>
            <w:tcW w:w="7087" w:type="dxa"/>
          </w:tcPr>
          <w:p w14:paraId="56BCBDC3" w14:textId="55B173BD" w:rsidR="00B0599E" w:rsidRPr="00B0599E" w:rsidRDefault="00B0599E" w:rsidP="00B059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0599E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85747A" w:rsidRPr="00D43CEE" w14:paraId="58415E7B" w14:textId="77777777" w:rsidTr="00B0599E">
        <w:tc>
          <w:tcPr>
            <w:tcW w:w="2694" w:type="dxa"/>
            <w:vAlign w:val="center"/>
          </w:tcPr>
          <w:p w14:paraId="4B835047" w14:textId="77777777" w:rsidR="0085747A" w:rsidRPr="00D43C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D43CEE" w:rsidRDefault="00755A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D43CEE">
              <w:rPr>
                <w:rFonts w:ascii="Corbel" w:hAnsi="Corbel"/>
                <w:b w:val="0"/>
                <w:sz w:val="24"/>
              </w:rPr>
              <w:t>Stosunki międzynarodowe</w:t>
            </w:r>
          </w:p>
        </w:tc>
      </w:tr>
      <w:tr w:rsidR="0085747A" w:rsidRPr="00D43CEE" w14:paraId="11529C0C" w14:textId="77777777" w:rsidTr="00B0599E">
        <w:tc>
          <w:tcPr>
            <w:tcW w:w="2694" w:type="dxa"/>
            <w:vAlign w:val="center"/>
          </w:tcPr>
          <w:p w14:paraId="448A1CED" w14:textId="77777777" w:rsidR="0085747A" w:rsidRPr="00D43CE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90E256" w14:textId="77777777" w:rsidR="0085747A" w:rsidRPr="00D43CEE" w:rsidRDefault="0030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D43CEE">
              <w:rPr>
                <w:rFonts w:ascii="Corbel" w:hAnsi="Corbel"/>
                <w:b w:val="0"/>
                <w:sz w:val="24"/>
              </w:rPr>
              <w:t>Studia I stopnia</w:t>
            </w:r>
          </w:p>
        </w:tc>
      </w:tr>
      <w:tr w:rsidR="0085747A" w:rsidRPr="00D43CEE" w14:paraId="020B26A7" w14:textId="77777777" w:rsidTr="00B0599E">
        <w:tc>
          <w:tcPr>
            <w:tcW w:w="2694" w:type="dxa"/>
            <w:vAlign w:val="center"/>
          </w:tcPr>
          <w:p w14:paraId="04C0481C" w14:textId="77777777" w:rsidR="0085747A" w:rsidRPr="00D43C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D43CEE" w:rsidRDefault="00755A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D43CEE">
              <w:rPr>
                <w:rFonts w:ascii="Corbel" w:hAnsi="Corbel"/>
                <w:b w:val="0"/>
                <w:sz w:val="24"/>
              </w:rPr>
              <w:t>ogólnoakademicki</w:t>
            </w:r>
          </w:p>
        </w:tc>
      </w:tr>
      <w:tr w:rsidR="0085747A" w:rsidRPr="00D43CEE" w14:paraId="0132ED40" w14:textId="77777777" w:rsidTr="00B0599E">
        <w:tc>
          <w:tcPr>
            <w:tcW w:w="2694" w:type="dxa"/>
            <w:vAlign w:val="center"/>
          </w:tcPr>
          <w:p w14:paraId="7C3992E0" w14:textId="77777777" w:rsidR="0085747A" w:rsidRPr="00D43C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7FA260" w14:textId="77777777" w:rsidR="0085747A" w:rsidRPr="00D43CEE" w:rsidRDefault="007652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nies</w:t>
            </w:r>
            <w:r w:rsidR="00300703" w:rsidRPr="00D43CEE">
              <w:rPr>
                <w:rFonts w:ascii="Corbel" w:hAnsi="Corbel"/>
                <w:b w:val="0"/>
                <w:sz w:val="24"/>
              </w:rPr>
              <w:t>tacjonarne</w:t>
            </w:r>
          </w:p>
        </w:tc>
      </w:tr>
      <w:tr w:rsidR="0085747A" w:rsidRPr="00D43CEE" w14:paraId="02C7AD66" w14:textId="77777777" w:rsidTr="00B0599E">
        <w:tc>
          <w:tcPr>
            <w:tcW w:w="2694" w:type="dxa"/>
            <w:vAlign w:val="center"/>
          </w:tcPr>
          <w:p w14:paraId="47AAF248" w14:textId="77777777" w:rsidR="0085747A" w:rsidRPr="00D43C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Rok i semestr</w:t>
            </w:r>
            <w:r w:rsidR="0030395F" w:rsidRPr="00D43CEE">
              <w:rPr>
                <w:rFonts w:ascii="Corbel" w:hAnsi="Corbel"/>
                <w:sz w:val="24"/>
                <w:szCs w:val="22"/>
              </w:rPr>
              <w:t>/y</w:t>
            </w:r>
            <w:r w:rsidRPr="00D43CEE">
              <w:rPr>
                <w:rFonts w:ascii="Corbel" w:hAnsi="Corbel"/>
                <w:sz w:val="24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7AAFFB" w14:textId="3028E3DE" w:rsidR="0085747A" w:rsidRPr="00D43CEE" w:rsidRDefault="0030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D43CEE">
              <w:rPr>
                <w:rFonts w:ascii="Corbel" w:hAnsi="Corbel"/>
                <w:b w:val="0"/>
                <w:sz w:val="24"/>
              </w:rPr>
              <w:t>II</w:t>
            </w:r>
            <w:r w:rsidR="0079589A">
              <w:rPr>
                <w:rFonts w:ascii="Corbel" w:hAnsi="Corbel"/>
                <w:b w:val="0"/>
                <w:sz w:val="24"/>
              </w:rPr>
              <w:t xml:space="preserve"> /</w:t>
            </w:r>
            <w:r w:rsidRPr="00D43CEE">
              <w:rPr>
                <w:rFonts w:ascii="Corbel" w:hAnsi="Corbel"/>
                <w:b w:val="0"/>
                <w:sz w:val="24"/>
              </w:rPr>
              <w:t xml:space="preserve"> III</w:t>
            </w:r>
          </w:p>
        </w:tc>
      </w:tr>
      <w:tr w:rsidR="0085747A" w:rsidRPr="00D43CEE" w14:paraId="10ED0215" w14:textId="77777777" w:rsidTr="00B0599E">
        <w:tc>
          <w:tcPr>
            <w:tcW w:w="2694" w:type="dxa"/>
            <w:vAlign w:val="center"/>
          </w:tcPr>
          <w:p w14:paraId="5863A118" w14:textId="77777777" w:rsidR="0085747A" w:rsidRPr="00D43C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11AD53" w14:textId="77777777" w:rsidR="0085747A" w:rsidRPr="00D43CEE" w:rsidRDefault="0030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D43CEE">
              <w:rPr>
                <w:rFonts w:ascii="Corbel" w:hAnsi="Corbel"/>
                <w:b w:val="0"/>
                <w:sz w:val="24"/>
              </w:rPr>
              <w:t>Fakultatywny</w:t>
            </w:r>
          </w:p>
        </w:tc>
      </w:tr>
      <w:tr w:rsidR="00923D7D" w:rsidRPr="00D43CEE" w14:paraId="26EB6C12" w14:textId="77777777" w:rsidTr="00B0599E">
        <w:tc>
          <w:tcPr>
            <w:tcW w:w="2694" w:type="dxa"/>
            <w:vAlign w:val="center"/>
          </w:tcPr>
          <w:p w14:paraId="13A990D4" w14:textId="77777777" w:rsidR="00923D7D" w:rsidRPr="00D43CE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D43CEE" w:rsidRDefault="0030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D43CEE">
              <w:rPr>
                <w:rFonts w:ascii="Corbel" w:hAnsi="Corbel"/>
                <w:b w:val="0"/>
                <w:sz w:val="24"/>
              </w:rPr>
              <w:t>Polski</w:t>
            </w:r>
          </w:p>
        </w:tc>
      </w:tr>
      <w:tr w:rsidR="0085747A" w:rsidRPr="00D43CEE" w14:paraId="1803639A" w14:textId="77777777" w:rsidTr="00B0599E">
        <w:tc>
          <w:tcPr>
            <w:tcW w:w="2694" w:type="dxa"/>
            <w:vAlign w:val="center"/>
          </w:tcPr>
          <w:p w14:paraId="69C2AF6E" w14:textId="77777777" w:rsidR="0085747A" w:rsidRPr="00D43C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3FE5EC" w14:textId="77777777" w:rsidR="0085747A" w:rsidRPr="00D43CEE" w:rsidRDefault="00B127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D43CEE">
              <w:rPr>
                <w:rFonts w:ascii="Corbel" w:hAnsi="Corbel"/>
                <w:b w:val="0"/>
                <w:sz w:val="24"/>
              </w:rPr>
              <w:t xml:space="preserve">Dr hab. Tomasz </w:t>
            </w:r>
            <w:proofErr w:type="spellStart"/>
            <w:r w:rsidRPr="00D43CEE">
              <w:rPr>
                <w:rFonts w:ascii="Corbel" w:hAnsi="Corbel"/>
                <w:b w:val="0"/>
                <w:sz w:val="24"/>
              </w:rPr>
              <w:t>Koziełło</w:t>
            </w:r>
            <w:proofErr w:type="spellEnd"/>
            <w:r w:rsidRPr="00D43CEE">
              <w:rPr>
                <w:rFonts w:ascii="Corbel" w:hAnsi="Corbel"/>
                <w:b w:val="0"/>
                <w:sz w:val="24"/>
              </w:rPr>
              <w:t>, prof. UR</w:t>
            </w:r>
          </w:p>
        </w:tc>
      </w:tr>
      <w:tr w:rsidR="0085747A" w:rsidRPr="00D43CEE" w14:paraId="7442743F" w14:textId="77777777" w:rsidTr="00B0599E">
        <w:tc>
          <w:tcPr>
            <w:tcW w:w="2694" w:type="dxa"/>
            <w:vAlign w:val="center"/>
          </w:tcPr>
          <w:p w14:paraId="471FE442" w14:textId="77777777" w:rsidR="0085747A" w:rsidRPr="00D43CE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2"/>
              </w:rPr>
            </w:pPr>
            <w:r w:rsidRPr="00D43CEE">
              <w:rPr>
                <w:rFonts w:ascii="Corbel" w:hAnsi="Corbel"/>
                <w:sz w:val="24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6A4D99" w14:textId="77777777" w:rsidR="00300703" w:rsidRPr="00D43CEE" w:rsidRDefault="00B127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 w:rsidRPr="00D43CEE">
              <w:rPr>
                <w:rFonts w:ascii="Corbel" w:hAnsi="Corbel"/>
                <w:b w:val="0"/>
                <w:sz w:val="24"/>
              </w:rPr>
              <w:t>D</w:t>
            </w:r>
            <w:r w:rsidR="00300703" w:rsidRPr="00D43CEE">
              <w:rPr>
                <w:rFonts w:ascii="Corbel" w:hAnsi="Corbel"/>
                <w:b w:val="0"/>
                <w:sz w:val="24"/>
              </w:rPr>
              <w:t xml:space="preserve">r hab. Tomasz </w:t>
            </w:r>
            <w:proofErr w:type="spellStart"/>
            <w:r w:rsidR="00300703" w:rsidRPr="00D43CEE">
              <w:rPr>
                <w:rFonts w:ascii="Corbel" w:hAnsi="Corbel"/>
                <w:b w:val="0"/>
                <w:sz w:val="24"/>
              </w:rPr>
              <w:t>Koziełło</w:t>
            </w:r>
            <w:proofErr w:type="spellEnd"/>
            <w:r w:rsidR="00300703" w:rsidRPr="00D43CEE">
              <w:rPr>
                <w:rFonts w:ascii="Corbel" w:hAnsi="Corbel"/>
                <w:b w:val="0"/>
                <w:sz w:val="24"/>
              </w:rPr>
              <w:t>, prof. UR</w:t>
            </w:r>
          </w:p>
        </w:tc>
      </w:tr>
    </w:tbl>
    <w:p w14:paraId="57A64E18" w14:textId="77777777" w:rsidR="0085747A" w:rsidRPr="00D43CE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D43CEE">
        <w:rPr>
          <w:rFonts w:ascii="Corbel" w:hAnsi="Corbel"/>
          <w:szCs w:val="22"/>
        </w:rPr>
        <w:t xml:space="preserve">* </w:t>
      </w:r>
      <w:r w:rsidRPr="00D43CEE">
        <w:rPr>
          <w:rFonts w:ascii="Corbel" w:hAnsi="Corbel"/>
          <w:i/>
          <w:szCs w:val="22"/>
        </w:rPr>
        <w:t>-</w:t>
      </w:r>
      <w:r w:rsidR="00B90885" w:rsidRPr="00D43CEE">
        <w:rPr>
          <w:rFonts w:ascii="Corbel" w:hAnsi="Corbel"/>
          <w:b w:val="0"/>
          <w:i/>
          <w:szCs w:val="22"/>
        </w:rPr>
        <w:t>opcjonalni</w:t>
      </w:r>
      <w:r w:rsidR="00B90885" w:rsidRPr="00D43CEE">
        <w:rPr>
          <w:rFonts w:ascii="Corbel" w:hAnsi="Corbel"/>
          <w:b w:val="0"/>
          <w:szCs w:val="22"/>
        </w:rPr>
        <w:t>e,</w:t>
      </w:r>
      <w:r w:rsidRPr="00D43CEE">
        <w:rPr>
          <w:rFonts w:ascii="Corbel" w:hAnsi="Corbel"/>
          <w:i/>
          <w:szCs w:val="22"/>
        </w:rPr>
        <w:t xml:space="preserve"> </w:t>
      </w:r>
      <w:r w:rsidRPr="00D43CEE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D43CEE">
        <w:rPr>
          <w:rFonts w:ascii="Corbel" w:hAnsi="Corbel"/>
          <w:b w:val="0"/>
          <w:i/>
          <w:szCs w:val="22"/>
        </w:rPr>
        <w:t>w Jednostce</w:t>
      </w:r>
    </w:p>
    <w:p w14:paraId="0A37501D" w14:textId="77777777" w:rsidR="00923D7D" w:rsidRPr="00D43CEE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7E0A0F74" w14:textId="77777777" w:rsidR="0085747A" w:rsidRPr="00D43CE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43CEE">
        <w:rPr>
          <w:rFonts w:ascii="Corbel" w:hAnsi="Corbel"/>
          <w:sz w:val="24"/>
          <w:szCs w:val="24"/>
        </w:rPr>
        <w:t>1.</w:t>
      </w:r>
      <w:r w:rsidR="00E22FBC" w:rsidRPr="00D43CEE">
        <w:rPr>
          <w:rFonts w:ascii="Corbel" w:hAnsi="Corbel"/>
          <w:sz w:val="24"/>
          <w:szCs w:val="24"/>
        </w:rPr>
        <w:t>1</w:t>
      </w:r>
      <w:r w:rsidRPr="00D43CE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D43CE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900"/>
        <w:gridCol w:w="710"/>
        <w:gridCol w:w="960"/>
        <w:gridCol w:w="795"/>
        <w:gridCol w:w="825"/>
        <w:gridCol w:w="656"/>
        <w:gridCol w:w="948"/>
        <w:gridCol w:w="1189"/>
        <w:gridCol w:w="1505"/>
      </w:tblGrid>
      <w:tr w:rsidR="00015B8F" w:rsidRPr="00D43CEE" w14:paraId="4A00F406" w14:textId="77777777" w:rsidTr="48422062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D43C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3CEE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D43CE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3CEE">
              <w:rPr>
                <w:rFonts w:ascii="Corbel" w:hAnsi="Corbel"/>
                <w:szCs w:val="24"/>
              </w:rPr>
              <w:t>(</w:t>
            </w:r>
            <w:r w:rsidR="00363F78" w:rsidRPr="00D43CE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D43C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3CEE">
              <w:rPr>
                <w:rFonts w:ascii="Corbel" w:hAnsi="Corbel"/>
                <w:szCs w:val="24"/>
              </w:rPr>
              <w:t>Wykł</w:t>
            </w:r>
            <w:proofErr w:type="spellEnd"/>
            <w:r w:rsidRPr="00D43C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D43C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3CE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D43C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3CEE">
              <w:rPr>
                <w:rFonts w:ascii="Corbel" w:hAnsi="Corbel"/>
                <w:szCs w:val="24"/>
              </w:rPr>
              <w:t>Konw</w:t>
            </w:r>
            <w:proofErr w:type="spellEnd"/>
            <w:r w:rsidRPr="00D43C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D43C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3CE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D43C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3CEE">
              <w:rPr>
                <w:rFonts w:ascii="Corbel" w:hAnsi="Corbel"/>
                <w:szCs w:val="24"/>
              </w:rPr>
              <w:t>Sem</w:t>
            </w:r>
            <w:proofErr w:type="spellEnd"/>
            <w:r w:rsidRPr="00D43C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D43C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3CE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D43C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3CEE">
              <w:rPr>
                <w:rFonts w:ascii="Corbel" w:hAnsi="Corbel"/>
                <w:szCs w:val="24"/>
              </w:rPr>
              <w:t>Prakt</w:t>
            </w:r>
            <w:proofErr w:type="spellEnd"/>
            <w:r w:rsidRPr="00D43CE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D43C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3CE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D43CE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43CEE">
              <w:rPr>
                <w:rFonts w:ascii="Corbel" w:hAnsi="Corbel"/>
                <w:b/>
                <w:szCs w:val="24"/>
              </w:rPr>
              <w:t>Liczba pkt</w:t>
            </w:r>
            <w:r w:rsidR="00B90885" w:rsidRPr="00D43CEE">
              <w:rPr>
                <w:rFonts w:ascii="Corbel" w:hAnsi="Corbel"/>
                <w:b/>
                <w:szCs w:val="24"/>
              </w:rPr>
              <w:t>.</w:t>
            </w:r>
            <w:r w:rsidRPr="00D43CE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43CEE" w14:paraId="120F4708" w14:textId="77777777" w:rsidTr="48422062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75AC" w14:textId="77777777" w:rsidR="00015B8F" w:rsidRPr="00D43CEE" w:rsidRDefault="00300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D43C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D43C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D43CEE" w:rsidRDefault="001E4B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1277D" w:rsidRPr="00D43CE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D43C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D43C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D43C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D43C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D43CE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D43CEE" w:rsidRDefault="00B127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D43CEE" w:rsidRDefault="00923D7D" w:rsidP="004B799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D43CE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3CEE">
        <w:rPr>
          <w:rFonts w:ascii="Corbel" w:hAnsi="Corbel"/>
          <w:smallCaps w:val="0"/>
          <w:szCs w:val="24"/>
        </w:rPr>
        <w:t>1.</w:t>
      </w:r>
      <w:r w:rsidR="00E22FBC" w:rsidRPr="00D43CEE">
        <w:rPr>
          <w:rFonts w:ascii="Corbel" w:hAnsi="Corbel"/>
          <w:smallCaps w:val="0"/>
          <w:szCs w:val="24"/>
        </w:rPr>
        <w:t>2</w:t>
      </w:r>
      <w:r w:rsidR="00F83B28" w:rsidRPr="00D43CEE">
        <w:rPr>
          <w:rFonts w:ascii="Corbel" w:hAnsi="Corbel"/>
          <w:smallCaps w:val="0"/>
          <w:szCs w:val="24"/>
        </w:rPr>
        <w:t>.</w:t>
      </w:r>
      <w:r w:rsidR="00F83B28" w:rsidRPr="00D43CEE">
        <w:rPr>
          <w:rFonts w:ascii="Corbel" w:hAnsi="Corbel"/>
          <w:smallCaps w:val="0"/>
          <w:szCs w:val="24"/>
        </w:rPr>
        <w:tab/>
      </w:r>
      <w:r w:rsidRPr="00D43CEE">
        <w:rPr>
          <w:rFonts w:ascii="Corbel" w:hAnsi="Corbel"/>
          <w:smallCaps w:val="0"/>
          <w:szCs w:val="24"/>
        </w:rPr>
        <w:t xml:space="preserve">Sposób realizacji zajęć  </w:t>
      </w:r>
    </w:p>
    <w:p w14:paraId="47C316DF" w14:textId="77777777" w:rsidR="0085747A" w:rsidRPr="00D43CE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43CEE">
        <w:rPr>
          <w:rFonts w:ascii="Segoe UI Symbol" w:eastAsia="MS Mincho" w:hAnsi="Segoe UI Symbol" w:cs="Segoe UI Symbol"/>
          <w:b w:val="0"/>
          <w:szCs w:val="24"/>
          <w:u w:val="single"/>
        </w:rPr>
        <w:t>☐</w:t>
      </w:r>
      <w:r w:rsidRPr="00D43CE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44EAFD9C" w14:textId="77777777" w:rsidR="0085747A" w:rsidRPr="00D43CE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58E9145B" w:rsidR="00E22FBC" w:rsidRPr="00D43CEE" w:rsidRDefault="00E22FBC" w:rsidP="7FF4AB3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7FF4AB3F">
        <w:rPr>
          <w:rFonts w:ascii="Corbel" w:hAnsi="Corbel"/>
          <w:smallCaps w:val="0"/>
        </w:rPr>
        <w:t xml:space="preserve">1.3 </w:t>
      </w:r>
      <w:r>
        <w:tab/>
      </w:r>
      <w:r w:rsidRPr="7FF4AB3F">
        <w:rPr>
          <w:rFonts w:ascii="Corbel" w:hAnsi="Corbel"/>
          <w:smallCaps w:val="0"/>
        </w:rPr>
        <w:t>For</w:t>
      </w:r>
      <w:r w:rsidR="00445970" w:rsidRPr="7FF4AB3F">
        <w:rPr>
          <w:rFonts w:ascii="Corbel" w:hAnsi="Corbel"/>
          <w:smallCaps w:val="0"/>
        </w:rPr>
        <w:t xml:space="preserve">ma zaliczenia przedmiotu </w:t>
      </w:r>
      <w:r w:rsidRPr="7FF4AB3F">
        <w:rPr>
          <w:rFonts w:ascii="Corbel" w:hAnsi="Corbel"/>
          <w:smallCaps w:val="0"/>
        </w:rPr>
        <w:t xml:space="preserve">(z toku) </w:t>
      </w:r>
      <w:r w:rsidRPr="7FF4AB3F">
        <w:rPr>
          <w:rFonts w:ascii="Corbel" w:hAnsi="Corbel"/>
          <w:b w:val="0"/>
          <w:smallCaps w:val="0"/>
        </w:rPr>
        <w:t>(egzamin, zaliczenie z oceną, zaliczenie bez oceny)</w:t>
      </w:r>
    </w:p>
    <w:p w14:paraId="6BB0E224" w14:textId="77777777" w:rsidR="003E275A" w:rsidRPr="00D43CEE" w:rsidRDefault="003E275A" w:rsidP="003E275A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D43CEE">
        <w:rPr>
          <w:rFonts w:ascii="Corbel" w:hAnsi="Corbel"/>
          <w:b w:val="0"/>
          <w:smallCaps w:val="0"/>
          <w:szCs w:val="24"/>
        </w:rPr>
        <w:t>Z</w:t>
      </w:r>
      <w:r w:rsidR="00D322B5" w:rsidRPr="00D43CEE">
        <w:rPr>
          <w:rFonts w:ascii="Corbel" w:hAnsi="Corbel"/>
          <w:b w:val="0"/>
          <w:smallCaps w:val="0"/>
          <w:szCs w:val="24"/>
        </w:rPr>
        <w:t>aliczenie z oceną</w:t>
      </w:r>
    </w:p>
    <w:p w14:paraId="4B94D5A5" w14:textId="77777777" w:rsidR="00E960BB" w:rsidRPr="00D43CE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D43CE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48422062">
        <w:rPr>
          <w:rFonts w:ascii="Corbel" w:hAnsi="Corbel"/>
        </w:rPr>
        <w:t xml:space="preserve">2.Wymagania wstępne </w:t>
      </w:r>
    </w:p>
    <w:p w14:paraId="5CD21685" w14:textId="50B9AE11" w:rsidR="48422062" w:rsidRDefault="48422062" w:rsidP="48422062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3CEE" w14:paraId="57BAB9A3" w14:textId="77777777" w:rsidTr="00745302">
        <w:tc>
          <w:tcPr>
            <w:tcW w:w="9670" w:type="dxa"/>
          </w:tcPr>
          <w:p w14:paraId="221C0EE2" w14:textId="77777777" w:rsidR="0085747A" w:rsidRPr="00D43CEE" w:rsidRDefault="0030070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3DEEC669" w14:textId="77777777" w:rsidR="00153C41" w:rsidRPr="00D43CE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757A57" w14:textId="398ED007" w:rsidR="48422062" w:rsidRDefault="48422062" w:rsidP="48422062">
      <w:pPr>
        <w:pStyle w:val="Punktygwne"/>
        <w:spacing w:before="0" w:after="0"/>
        <w:rPr>
          <w:rFonts w:ascii="Corbel" w:hAnsi="Corbel"/>
        </w:rPr>
      </w:pPr>
    </w:p>
    <w:p w14:paraId="77A40582" w14:textId="38CA7D1E" w:rsidR="48422062" w:rsidRDefault="48422062" w:rsidP="48422062">
      <w:pPr>
        <w:pStyle w:val="Punktygwne"/>
        <w:spacing w:before="0" w:after="0"/>
        <w:rPr>
          <w:rFonts w:ascii="Corbel" w:hAnsi="Corbel"/>
        </w:rPr>
      </w:pPr>
    </w:p>
    <w:p w14:paraId="5D2235C8" w14:textId="3B6066E1" w:rsidR="48422062" w:rsidRDefault="48422062" w:rsidP="48422062">
      <w:pPr>
        <w:pStyle w:val="Punktygwne"/>
        <w:spacing w:before="0" w:after="0"/>
        <w:rPr>
          <w:rFonts w:ascii="Corbel" w:hAnsi="Corbel"/>
        </w:rPr>
      </w:pPr>
    </w:p>
    <w:p w14:paraId="78DD27DD" w14:textId="49F0FC62" w:rsidR="48422062" w:rsidRDefault="48422062" w:rsidP="48422062">
      <w:pPr>
        <w:pStyle w:val="Punktygwne"/>
        <w:spacing w:before="0" w:after="0"/>
        <w:rPr>
          <w:rFonts w:ascii="Corbel" w:hAnsi="Corbel"/>
        </w:rPr>
      </w:pPr>
    </w:p>
    <w:p w14:paraId="07FC3498" w14:textId="0E9FDC90" w:rsidR="48422062" w:rsidRDefault="48422062" w:rsidP="48422062">
      <w:pPr>
        <w:pStyle w:val="Punktygwne"/>
        <w:spacing w:before="0" w:after="0"/>
        <w:rPr>
          <w:rFonts w:ascii="Corbel" w:hAnsi="Corbel"/>
        </w:rPr>
      </w:pPr>
    </w:p>
    <w:p w14:paraId="6748434C" w14:textId="53040C3E" w:rsidR="48422062" w:rsidRDefault="48422062" w:rsidP="48422062">
      <w:pPr>
        <w:pStyle w:val="Punktygwne"/>
        <w:spacing w:before="0" w:after="0"/>
        <w:rPr>
          <w:rFonts w:ascii="Corbel" w:hAnsi="Corbel"/>
        </w:rPr>
      </w:pPr>
    </w:p>
    <w:p w14:paraId="7DB6D4EE" w14:textId="32F10E0A" w:rsidR="0085747A" w:rsidRPr="00D43CEE" w:rsidRDefault="0071620A" w:rsidP="78EDFA56">
      <w:pPr>
        <w:pStyle w:val="Punktygwne"/>
        <w:spacing w:before="0" w:after="0"/>
        <w:rPr>
          <w:rFonts w:ascii="Corbel" w:hAnsi="Corbel"/>
        </w:rPr>
      </w:pPr>
      <w:r w:rsidRPr="78EDFA56">
        <w:rPr>
          <w:rFonts w:ascii="Corbel" w:hAnsi="Corbel"/>
        </w:rPr>
        <w:t>3.</w:t>
      </w:r>
      <w:r w:rsidR="0085747A" w:rsidRPr="78EDFA56">
        <w:rPr>
          <w:rFonts w:ascii="Corbel" w:hAnsi="Corbel"/>
        </w:rPr>
        <w:t xml:space="preserve"> </w:t>
      </w:r>
      <w:r w:rsidR="00A84C85" w:rsidRPr="78EDFA56">
        <w:rPr>
          <w:rFonts w:ascii="Corbel" w:hAnsi="Corbel"/>
        </w:rPr>
        <w:t>cele, efekty uczenia się</w:t>
      </w:r>
      <w:r w:rsidR="0085747A" w:rsidRPr="78EDFA56">
        <w:rPr>
          <w:rFonts w:ascii="Corbel" w:hAnsi="Corbel"/>
        </w:rPr>
        <w:t>, treści Programowe i stosowane metody Dydaktyczne</w:t>
      </w:r>
    </w:p>
    <w:p w14:paraId="3656B9AB" w14:textId="77777777" w:rsidR="0085747A" w:rsidRPr="00D43CE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D43CE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43CEE">
        <w:rPr>
          <w:rFonts w:ascii="Corbel" w:hAnsi="Corbel"/>
          <w:sz w:val="24"/>
          <w:szCs w:val="24"/>
        </w:rPr>
        <w:t xml:space="preserve">3.1 </w:t>
      </w:r>
      <w:r w:rsidR="00C05F44" w:rsidRPr="00D43CE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D43CE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43CEE" w14:paraId="2A263DF3" w14:textId="77777777" w:rsidTr="00923D7D">
        <w:tc>
          <w:tcPr>
            <w:tcW w:w="851" w:type="dxa"/>
            <w:vAlign w:val="center"/>
          </w:tcPr>
          <w:p w14:paraId="5372B5A4" w14:textId="77777777" w:rsidR="0085747A" w:rsidRPr="00D43CE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3CE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C465E6" w14:textId="77777777" w:rsidR="0085747A" w:rsidRPr="00D43CEE" w:rsidRDefault="00300703" w:rsidP="0030070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43CEE">
              <w:rPr>
                <w:rFonts w:ascii="Corbel" w:hAnsi="Corbel"/>
                <w:b w:val="0"/>
                <w:sz w:val="24"/>
                <w:szCs w:val="24"/>
              </w:rPr>
              <w:t>Celem przedmiotu jest zaprezentowanie i analiza najważniejszych problemów politycznych, społecznych, ekonomicznych i kulturowych, pojawiających się we współczesnym świecie. Poznanie ich genezy, istoty i przebiegu pozwoli na ich wyjaśnienie i zrozumienie a tym samym na zobiektywizowaną ocenę istniejących procesów i zjawisk oraz przewidywanie możliwego kształtu przyszłej rzeczywistości międzynarodowej.</w:t>
            </w:r>
          </w:p>
        </w:tc>
      </w:tr>
    </w:tbl>
    <w:p w14:paraId="049F31CB" w14:textId="77777777" w:rsidR="0085747A" w:rsidRPr="00D43C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D43CE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3CEE">
        <w:rPr>
          <w:rFonts w:ascii="Corbel" w:hAnsi="Corbel"/>
          <w:b/>
          <w:sz w:val="24"/>
          <w:szCs w:val="24"/>
        </w:rPr>
        <w:t xml:space="preserve">3.2 </w:t>
      </w:r>
      <w:r w:rsidR="001D7B54" w:rsidRPr="00D43CEE">
        <w:rPr>
          <w:rFonts w:ascii="Corbel" w:hAnsi="Corbel"/>
          <w:b/>
          <w:sz w:val="24"/>
          <w:szCs w:val="24"/>
        </w:rPr>
        <w:t xml:space="preserve">Efekty </w:t>
      </w:r>
      <w:r w:rsidR="00C05F44" w:rsidRPr="00D43CE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43CEE">
        <w:rPr>
          <w:rFonts w:ascii="Corbel" w:hAnsi="Corbel"/>
          <w:b/>
          <w:sz w:val="24"/>
          <w:szCs w:val="24"/>
        </w:rPr>
        <w:t>dla przedmiotu</w:t>
      </w:r>
      <w:r w:rsidR="00445970" w:rsidRPr="00D43CEE">
        <w:rPr>
          <w:rFonts w:ascii="Corbel" w:hAnsi="Corbel"/>
          <w:sz w:val="24"/>
          <w:szCs w:val="24"/>
        </w:rPr>
        <w:t xml:space="preserve"> </w:t>
      </w:r>
    </w:p>
    <w:p w14:paraId="53128261" w14:textId="77777777" w:rsidR="001D7B54" w:rsidRPr="00D43CE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D43CEE" w14:paraId="61F38664" w14:textId="77777777" w:rsidTr="48422062">
        <w:tc>
          <w:tcPr>
            <w:tcW w:w="1701" w:type="dxa"/>
            <w:vAlign w:val="center"/>
          </w:tcPr>
          <w:p w14:paraId="41C145ED" w14:textId="77777777" w:rsidR="0085747A" w:rsidRPr="00D43CE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43CE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43CE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43CE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D43CE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43CE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43CE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D43CE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43CE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43CEE" w14:paraId="3646F3DC" w14:textId="77777777" w:rsidTr="48422062">
        <w:tc>
          <w:tcPr>
            <w:tcW w:w="1701" w:type="dxa"/>
          </w:tcPr>
          <w:p w14:paraId="4FCA5964" w14:textId="77777777" w:rsidR="0085747A" w:rsidRPr="00D43CEE" w:rsidRDefault="00F530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3B2AC0A" w14:textId="4786C181" w:rsidR="0085747A" w:rsidRPr="00D43CEE" w:rsidRDefault="4F8F2DBD" w:rsidP="4842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422062">
              <w:rPr>
                <w:rFonts w:ascii="Corbel" w:hAnsi="Corbel"/>
                <w:b w:val="0"/>
                <w:smallCaps w:val="0"/>
              </w:rPr>
              <w:t>zna i rozumie struktury i funkcjonowanie instytucji politycznych, społecznych i ekonomiczn</w:t>
            </w:r>
            <w:r w:rsidR="0B52E721" w:rsidRPr="48422062">
              <w:rPr>
                <w:rFonts w:ascii="Corbel" w:hAnsi="Corbel"/>
                <w:b w:val="0"/>
                <w:smallCaps w:val="0"/>
              </w:rPr>
              <w:t>y</w:t>
            </w:r>
            <w:r w:rsidRPr="48422062">
              <w:rPr>
                <w:rFonts w:ascii="Corbel" w:hAnsi="Corbel"/>
                <w:b w:val="0"/>
                <w:smallCaps w:val="0"/>
              </w:rPr>
              <w:t>ch na poziomie krajowym oraz międzynarodowym</w:t>
            </w:r>
          </w:p>
        </w:tc>
        <w:tc>
          <w:tcPr>
            <w:tcW w:w="1873" w:type="dxa"/>
          </w:tcPr>
          <w:p w14:paraId="79569C6D" w14:textId="77777777" w:rsidR="0085747A" w:rsidRPr="00D43CEE" w:rsidRDefault="00A8005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D43CEE" w14:paraId="7B8D3CBB" w14:textId="77777777" w:rsidTr="48422062">
        <w:tc>
          <w:tcPr>
            <w:tcW w:w="1701" w:type="dxa"/>
          </w:tcPr>
          <w:p w14:paraId="56A76B19" w14:textId="77777777" w:rsidR="0085747A" w:rsidRPr="00D43CEE" w:rsidRDefault="00F530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956F06F" w14:textId="5A761AD5" w:rsidR="0085747A" w:rsidRPr="00D43CEE" w:rsidRDefault="4F8F2DBD" w:rsidP="4842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422062">
              <w:rPr>
                <w:rFonts w:ascii="Corbel" w:hAnsi="Corbel"/>
                <w:b w:val="0"/>
                <w:smallCaps w:val="0"/>
              </w:rPr>
              <w:t>zna i rozumie normy i systemy prawne regulujące relacje społeczne w wymiarze krajowym i międzynarodowym oraz ich praktyczne zastosowanie</w:t>
            </w:r>
          </w:p>
        </w:tc>
        <w:tc>
          <w:tcPr>
            <w:tcW w:w="1873" w:type="dxa"/>
          </w:tcPr>
          <w:p w14:paraId="01A75E0E" w14:textId="77777777" w:rsidR="0085747A" w:rsidRPr="00D43CEE" w:rsidRDefault="00927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F5307C" w:rsidRPr="00D43CEE">
              <w:rPr>
                <w:rFonts w:ascii="Corbel" w:hAnsi="Corbel"/>
                <w:b w:val="0"/>
                <w:smallCaps w:val="0"/>
                <w:szCs w:val="24"/>
              </w:rPr>
              <w:t>_W04</w:t>
            </w:r>
          </w:p>
        </w:tc>
      </w:tr>
      <w:tr w:rsidR="0085747A" w:rsidRPr="00D43CEE" w14:paraId="70D8EB7A" w14:textId="77777777" w:rsidTr="48422062">
        <w:tc>
          <w:tcPr>
            <w:tcW w:w="1701" w:type="dxa"/>
          </w:tcPr>
          <w:p w14:paraId="41960800" w14:textId="77777777" w:rsidR="0085747A" w:rsidRPr="00D43CEE" w:rsidRDefault="00F530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EB74928" w14:textId="48D74591" w:rsidR="0085747A" w:rsidRPr="00D43CEE" w:rsidRDefault="22CE96AA" w:rsidP="00D322B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48422062">
              <w:rPr>
                <w:rFonts w:ascii="Corbel" w:hAnsi="Corbel"/>
                <w:sz w:val="24"/>
                <w:szCs w:val="24"/>
              </w:rPr>
              <w:t xml:space="preserve">zna i rozumie teoretyczne modele stosunków międzynarodowych, funkcjonowanie i znaczenie systemów międzynarodowych, dynamikę zmian struktur międzynarodowych i instytucji politycznych oraz ich podstaw ideologicznych i teoretycznych </w:t>
            </w:r>
          </w:p>
        </w:tc>
        <w:tc>
          <w:tcPr>
            <w:tcW w:w="1873" w:type="dxa"/>
          </w:tcPr>
          <w:p w14:paraId="2C5B2A44" w14:textId="77777777" w:rsidR="0085747A" w:rsidRPr="00D43CEE" w:rsidRDefault="002F2C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F5307C" w:rsidRPr="00D43CEE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D322B5" w:rsidRPr="00D43CEE" w14:paraId="7A03E0D9" w14:textId="77777777" w:rsidTr="48422062">
        <w:tc>
          <w:tcPr>
            <w:tcW w:w="1701" w:type="dxa"/>
          </w:tcPr>
          <w:p w14:paraId="78C3198C" w14:textId="77777777" w:rsidR="00D322B5" w:rsidRPr="00D43CEE" w:rsidRDefault="00D322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99712BF" w14:textId="6DF6AAA3" w:rsidR="00D322B5" w:rsidRPr="00D43CEE" w:rsidRDefault="00D322B5" w:rsidP="002F2CF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48422062">
              <w:rPr>
                <w:rFonts w:ascii="Corbel" w:hAnsi="Corbel"/>
                <w:sz w:val="24"/>
                <w:szCs w:val="24"/>
              </w:rPr>
              <w:t>potrafi dokonać interpretacji zjawisk kulturowych, politycznych, gospodarczych, prawnych zachodzących w</w:t>
            </w:r>
            <w:r w:rsidR="14167731" w:rsidRPr="48422062">
              <w:rPr>
                <w:rFonts w:ascii="Corbel" w:hAnsi="Corbel"/>
                <w:sz w:val="24"/>
                <w:szCs w:val="24"/>
              </w:rPr>
              <w:t xml:space="preserve"> </w:t>
            </w:r>
            <w:r w:rsidRPr="48422062">
              <w:rPr>
                <w:rFonts w:ascii="Corbel" w:hAnsi="Corbel"/>
                <w:sz w:val="24"/>
                <w:szCs w:val="24"/>
              </w:rPr>
              <w:t>relacjach międzynarodowych, a także dokonać wielowymiarowej analizy zagrożeń militarnych, gospodarczych, politycznych</w:t>
            </w:r>
          </w:p>
        </w:tc>
        <w:tc>
          <w:tcPr>
            <w:tcW w:w="1873" w:type="dxa"/>
          </w:tcPr>
          <w:p w14:paraId="3CFCD0C1" w14:textId="77777777" w:rsidR="00D322B5" w:rsidRPr="00D43CEE" w:rsidRDefault="00D322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5307C" w:rsidRPr="00D43CEE" w14:paraId="46683C9C" w14:textId="77777777" w:rsidTr="48422062">
        <w:tc>
          <w:tcPr>
            <w:tcW w:w="1701" w:type="dxa"/>
          </w:tcPr>
          <w:p w14:paraId="74357262" w14:textId="77777777" w:rsidR="00F5307C" w:rsidRPr="00D43CEE" w:rsidRDefault="00D322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245063F" w14:textId="3DA4AAE5" w:rsidR="00F5307C" w:rsidRPr="00D43CEE" w:rsidRDefault="00D322B5" w:rsidP="4842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422062">
              <w:rPr>
                <w:rFonts w:ascii="Corbel" w:hAnsi="Corbel"/>
                <w:b w:val="0"/>
                <w:smallCaps w:val="0"/>
              </w:rPr>
              <w:t>potrafi dokonać analizy genezy, przebiegu oraz skutków konkretnych zjawisk zachodzących w stosunkach międzynarodowych, a także wykorzystać posiadaną wiedzę do przewidywania i tworzenia scenariuszy rozwoju sytuacji międzynarodowej</w:t>
            </w:r>
          </w:p>
        </w:tc>
        <w:tc>
          <w:tcPr>
            <w:tcW w:w="1873" w:type="dxa"/>
          </w:tcPr>
          <w:p w14:paraId="2A4E307F" w14:textId="77777777" w:rsidR="00F5307C" w:rsidRPr="00D43CEE" w:rsidRDefault="00D322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F5307C" w:rsidRPr="00D43CEE" w14:paraId="0E4861B0" w14:textId="77777777" w:rsidTr="48422062">
        <w:tc>
          <w:tcPr>
            <w:tcW w:w="1701" w:type="dxa"/>
          </w:tcPr>
          <w:p w14:paraId="139A5216" w14:textId="77777777" w:rsidR="00F5307C" w:rsidRPr="00D43CEE" w:rsidRDefault="00D322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5857D4B" w14:textId="0A6270B6" w:rsidR="00F5307C" w:rsidRPr="00D43CEE" w:rsidRDefault="00D322B5" w:rsidP="484220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422062">
              <w:rPr>
                <w:rFonts w:ascii="Corbel" w:hAnsi="Corbel"/>
                <w:b w:val="0"/>
                <w:smallCaps w:val="0"/>
              </w:rPr>
              <w:t>jest gotów do ciągłego pogłębiania zdobytej wiedzy, przyswajania i analizowania nowych wiadomości i</w:t>
            </w:r>
            <w:r w:rsidR="3AF263CA" w:rsidRPr="4842206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8422062">
              <w:rPr>
                <w:rFonts w:ascii="Corbel" w:hAnsi="Corbel"/>
                <w:b w:val="0"/>
                <w:smallCaps w:val="0"/>
              </w:rPr>
              <w:t>procesów z zakresu stosunków międzynarodowych, a</w:t>
            </w:r>
            <w:r w:rsidR="02AF2B4B" w:rsidRPr="4842206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8422062">
              <w:rPr>
                <w:rFonts w:ascii="Corbel" w:hAnsi="Corbel"/>
                <w:b w:val="0"/>
                <w:smallCaps w:val="0"/>
              </w:rPr>
              <w:lastRenderedPageBreak/>
              <w:t>także wykorzystując poznane narzędzia wyrażać krytyczną opinię w tym zakresie</w:t>
            </w:r>
          </w:p>
        </w:tc>
        <w:tc>
          <w:tcPr>
            <w:tcW w:w="1873" w:type="dxa"/>
          </w:tcPr>
          <w:p w14:paraId="54E3E2D9" w14:textId="77777777" w:rsidR="00F5307C" w:rsidRPr="00D43CEE" w:rsidRDefault="00D322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K_K01</w:t>
            </w:r>
          </w:p>
        </w:tc>
      </w:tr>
    </w:tbl>
    <w:p w14:paraId="62486C05" w14:textId="77777777" w:rsidR="0085747A" w:rsidRPr="00D43CEE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4E1D115" w14:textId="77777777" w:rsidR="0085747A" w:rsidRPr="00D43CE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48422062">
        <w:rPr>
          <w:rFonts w:ascii="Corbel" w:hAnsi="Corbel"/>
          <w:b/>
          <w:bCs/>
          <w:sz w:val="24"/>
          <w:szCs w:val="24"/>
        </w:rPr>
        <w:t>3.3</w:t>
      </w:r>
      <w:r w:rsidR="001D7B54" w:rsidRPr="48422062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48422062">
        <w:rPr>
          <w:rFonts w:ascii="Corbel" w:hAnsi="Corbel"/>
          <w:b/>
          <w:bCs/>
          <w:sz w:val="24"/>
          <w:szCs w:val="24"/>
        </w:rPr>
        <w:t>T</w:t>
      </w:r>
      <w:r w:rsidR="001D7B54" w:rsidRPr="48422062">
        <w:rPr>
          <w:rFonts w:ascii="Corbel" w:hAnsi="Corbel"/>
          <w:b/>
          <w:bCs/>
          <w:sz w:val="24"/>
          <w:szCs w:val="24"/>
        </w:rPr>
        <w:t xml:space="preserve">reści programowe </w:t>
      </w:r>
      <w:r w:rsidR="007327BD" w:rsidRPr="48422062">
        <w:rPr>
          <w:rFonts w:ascii="Corbel" w:hAnsi="Corbel"/>
          <w:sz w:val="24"/>
          <w:szCs w:val="24"/>
        </w:rPr>
        <w:t xml:space="preserve">  </w:t>
      </w:r>
    </w:p>
    <w:p w14:paraId="25513626" w14:textId="77777777" w:rsidR="0085747A" w:rsidRPr="00D43CEE" w:rsidRDefault="0085747A" w:rsidP="004B799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43CE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43CEE">
        <w:rPr>
          <w:rFonts w:ascii="Corbel" w:hAnsi="Corbel"/>
          <w:sz w:val="24"/>
          <w:szCs w:val="24"/>
        </w:rPr>
        <w:t xml:space="preserve">, </w:t>
      </w:r>
      <w:r w:rsidRPr="00D43CE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3CEE" w14:paraId="587EA2A8" w14:textId="77777777" w:rsidTr="00923D7D">
        <w:tc>
          <w:tcPr>
            <w:tcW w:w="9639" w:type="dxa"/>
          </w:tcPr>
          <w:p w14:paraId="35113026" w14:textId="77777777" w:rsidR="0085747A" w:rsidRPr="00D43CE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43CEE" w14:paraId="431BD8C2" w14:textId="77777777" w:rsidTr="00923D7D">
        <w:tc>
          <w:tcPr>
            <w:tcW w:w="9639" w:type="dxa"/>
          </w:tcPr>
          <w:p w14:paraId="5611A082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1. Problemy polityczne</w:t>
            </w:r>
          </w:p>
          <w:p w14:paraId="348B5426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a. globalizacja – szanse czy zagrożenia dla współczesnego świata</w:t>
            </w:r>
          </w:p>
          <w:p w14:paraId="20936C17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b. nacjonalizmy i izolacjonizm międzynarodowy</w:t>
            </w:r>
          </w:p>
          <w:p w14:paraId="6A22484E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c. dyktatury</w:t>
            </w:r>
          </w:p>
          <w:p w14:paraId="14252446" w14:textId="77777777" w:rsidR="0085747A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d. państwa upadłe</w:t>
            </w:r>
          </w:p>
        </w:tc>
      </w:tr>
      <w:tr w:rsidR="0085747A" w:rsidRPr="00D43CEE" w14:paraId="776F3F32" w14:textId="77777777" w:rsidTr="00923D7D">
        <w:tc>
          <w:tcPr>
            <w:tcW w:w="9639" w:type="dxa"/>
          </w:tcPr>
          <w:p w14:paraId="17AF1A9F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2. Problemy ekonomiczne</w:t>
            </w:r>
          </w:p>
          <w:p w14:paraId="2E9FB903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a. światowy kryzys gospodarczy</w:t>
            </w:r>
          </w:p>
          <w:p w14:paraId="3AC730E0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b. rozwarstwienie ekonomiczne świata</w:t>
            </w:r>
          </w:p>
          <w:p w14:paraId="3D8F6D08" w14:textId="77777777" w:rsidR="0085747A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c. kwestia bezpieczeństwa energetycznego</w:t>
            </w:r>
          </w:p>
        </w:tc>
      </w:tr>
      <w:tr w:rsidR="0085747A" w:rsidRPr="00D43CEE" w14:paraId="46B5A530" w14:textId="77777777" w:rsidTr="00923D7D">
        <w:tc>
          <w:tcPr>
            <w:tcW w:w="9639" w:type="dxa"/>
          </w:tcPr>
          <w:p w14:paraId="534A4EDD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3. Problemy społeczne</w:t>
            </w:r>
          </w:p>
          <w:p w14:paraId="5F9F52C5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a. głód i choroby we współczesnym świecie</w:t>
            </w:r>
          </w:p>
          <w:p w14:paraId="30F80E6F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b. migracje i uchodźcy</w:t>
            </w:r>
          </w:p>
          <w:p w14:paraId="1A62F7B8" w14:textId="77777777" w:rsidR="0085747A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c. łamanie praw człowieka</w:t>
            </w:r>
          </w:p>
        </w:tc>
      </w:tr>
      <w:tr w:rsidR="00635AE4" w:rsidRPr="00D43CEE" w14:paraId="0D180FC1" w14:textId="77777777" w:rsidTr="00923D7D">
        <w:tc>
          <w:tcPr>
            <w:tcW w:w="9639" w:type="dxa"/>
          </w:tcPr>
          <w:p w14:paraId="3BC36BE8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4. Problemy ekologiczne</w:t>
            </w:r>
          </w:p>
          <w:p w14:paraId="4C5B5185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a. zmiany klimatyczne i ich skutki</w:t>
            </w:r>
          </w:p>
          <w:p w14:paraId="1AACB06E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b. klęski żywiołowe</w:t>
            </w:r>
          </w:p>
        </w:tc>
      </w:tr>
      <w:tr w:rsidR="00635AE4" w:rsidRPr="00D43CEE" w14:paraId="37FBCD2C" w14:textId="77777777" w:rsidTr="00923D7D">
        <w:tc>
          <w:tcPr>
            <w:tcW w:w="9639" w:type="dxa"/>
          </w:tcPr>
          <w:p w14:paraId="699255E8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5. Problemy kryminalne</w:t>
            </w:r>
          </w:p>
          <w:p w14:paraId="7EC45048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a. przestępczość zorganizowana</w:t>
            </w:r>
          </w:p>
          <w:p w14:paraId="6CF5739D" w14:textId="77777777" w:rsidR="00635AE4" w:rsidRPr="00D43CEE" w:rsidRDefault="00635AE4" w:rsidP="00635A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b. międzynarodowy terroryzm</w:t>
            </w:r>
          </w:p>
        </w:tc>
      </w:tr>
    </w:tbl>
    <w:p w14:paraId="4B99056E" w14:textId="77777777" w:rsidR="0085747A" w:rsidRPr="00D43CE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D43CEE" w:rsidRDefault="009F4610" w:rsidP="004B799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48422062">
        <w:rPr>
          <w:rFonts w:ascii="Corbel" w:hAnsi="Corbel"/>
          <w:smallCaps w:val="0"/>
        </w:rPr>
        <w:t>3.4 Metody dydaktyczne</w:t>
      </w:r>
      <w:r w:rsidRPr="48422062">
        <w:rPr>
          <w:rFonts w:ascii="Corbel" w:hAnsi="Corbel"/>
          <w:b w:val="0"/>
          <w:smallCaps w:val="0"/>
        </w:rPr>
        <w:t xml:space="preserve"> </w:t>
      </w:r>
    </w:p>
    <w:p w14:paraId="23FE1068" w14:textId="3FCD8A65" w:rsidR="48422062" w:rsidRDefault="48422062" w:rsidP="48422062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EFDAA0C" w14:textId="77777777" w:rsidR="0085747A" w:rsidRPr="00D43CEE" w:rsidRDefault="003E27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43CEE">
        <w:rPr>
          <w:rFonts w:ascii="Corbel" w:hAnsi="Corbel"/>
          <w:b w:val="0"/>
          <w:smallCaps w:val="0"/>
          <w:szCs w:val="24"/>
        </w:rPr>
        <w:t>Wykład, prezentacja multimedialna, dyskusja, praca w grupach, analiza tekstów źródłowych, praca semestralna</w:t>
      </w:r>
    </w:p>
    <w:p w14:paraId="1299C43A" w14:textId="77777777" w:rsidR="00E960BB" w:rsidRPr="00D43CE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D43CE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3CEE">
        <w:rPr>
          <w:rFonts w:ascii="Corbel" w:hAnsi="Corbel"/>
          <w:smallCaps w:val="0"/>
          <w:szCs w:val="24"/>
        </w:rPr>
        <w:t xml:space="preserve">4. </w:t>
      </w:r>
      <w:r w:rsidR="0085747A" w:rsidRPr="00D43CEE">
        <w:rPr>
          <w:rFonts w:ascii="Corbel" w:hAnsi="Corbel"/>
          <w:smallCaps w:val="0"/>
          <w:szCs w:val="24"/>
        </w:rPr>
        <w:t>METODY I KRYTERIA OCENY</w:t>
      </w:r>
      <w:r w:rsidR="009F4610" w:rsidRPr="00D43CEE">
        <w:rPr>
          <w:rFonts w:ascii="Corbel" w:hAnsi="Corbel"/>
          <w:smallCaps w:val="0"/>
          <w:szCs w:val="24"/>
        </w:rPr>
        <w:t xml:space="preserve"> </w:t>
      </w:r>
    </w:p>
    <w:p w14:paraId="4DDBEF00" w14:textId="77777777" w:rsidR="00923D7D" w:rsidRPr="00D43CE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D43CE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3CE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43CEE">
        <w:rPr>
          <w:rFonts w:ascii="Corbel" w:hAnsi="Corbel"/>
          <w:smallCaps w:val="0"/>
          <w:szCs w:val="24"/>
        </w:rPr>
        <w:t>uczenia się</w:t>
      </w:r>
    </w:p>
    <w:p w14:paraId="3461D779" w14:textId="77777777" w:rsidR="0085747A" w:rsidRPr="00D43C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D43CE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D43CE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D43CE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D43CE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43C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D43CE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D43CE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43CE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43CE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43CEE" w14:paraId="7F885D07" w14:textId="77777777" w:rsidTr="00C05F44">
        <w:tc>
          <w:tcPr>
            <w:tcW w:w="1985" w:type="dxa"/>
          </w:tcPr>
          <w:p w14:paraId="4EEBB90D" w14:textId="77777777" w:rsidR="0085747A" w:rsidRPr="00D43CEE" w:rsidRDefault="00D322B5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17091FA" w14:textId="77777777" w:rsidR="0085747A" w:rsidRPr="00D43CEE" w:rsidRDefault="003E275A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14:paraId="3F1C56C9" w14:textId="77777777" w:rsidR="0085747A" w:rsidRPr="00D43CEE" w:rsidRDefault="00D322B5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D43CEE" w14:paraId="33D4C59B" w14:textId="77777777" w:rsidTr="00C05F44">
        <w:tc>
          <w:tcPr>
            <w:tcW w:w="1985" w:type="dxa"/>
          </w:tcPr>
          <w:p w14:paraId="69FEFE27" w14:textId="77777777" w:rsidR="0085747A" w:rsidRPr="00D43CEE" w:rsidRDefault="00D322B5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430B566" w14:textId="77777777" w:rsidR="0085747A" w:rsidRPr="00D43CEE" w:rsidRDefault="003E275A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14:paraId="569C77CD" w14:textId="77777777" w:rsidR="0085747A" w:rsidRPr="00D43CEE" w:rsidRDefault="00D322B5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E275A" w:rsidRPr="00D43CEE" w14:paraId="173D8EE5" w14:textId="77777777" w:rsidTr="00C05F44">
        <w:tc>
          <w:tcPr>
            <w:tcW w:w="1985" w:type="dxa"/>
          </w:tcPr>
          <w:p w14:paraId="002D746F" w14:textId="77777777" w:rsidR="003E275A" w:rsidRPr="00D43CEE" w:rsidRDefault="003E275A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FE59B7B" w14:textId="77777777" w:rsidR="003E275A" w:rsidRPr="00D43CEE" w:rsidRDefault="00D322B5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26" w:type="dxa"/>
          </w:tcPr>
          <w:p w14:paraId="6EBE0FA3" w14:textId="77777777" w:rsidR="003E275A" w:rsidRPr="00D43CEE" w:rsidRDefault="00D322B5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E275A" w:rsidRPr="00D43CEE" w14:paraId="0C73C555" w14:textId="77777777" w:rsidTr="00C05F44">
        <w:tc>
          <w:tcPr>
            <w:tcW w:w="1985" w:type="dxa"/>
          </w:tcPr>
          <w:p w14:paraId="5990E71B" w14:textId="77777777" w:rsidR="003E275A" w:rsidRPr="00D43CEE" w:rsidRDefault="003E275A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E549B7B" w14:textId="77777777" w:rsidR="003E275A" w:rsidRPr="00D43CEE" w:rsidRDefault="003E275A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Zaliczenie, ocena aktywności na zajęciach,</w:t>
            </w:r>
          </w:p>
          <w:p w14:paraId="4BA35DC8" w14:textId="77777777" w:rsidR="003E275A" w:rsidRPr="00D43CEE" w:rsidRDefault="003E275A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praca semestralna</w:t>
            </w:r>
          </w:p>
        </w:tc>
        <w:tc>
          <w:tcPr>
            <w:tcW w:w="2126" w:type="dxa"/>
          </w:tcPr>
          <w:p w14:paraId="3B93665F" w14:textId="77777777" w:rsidR="003E275A" w:rsidRPr="00D43CEE" w:rsidRDefault="00D322B5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E275A" w:rsidRPr="00D43CEE" w14:paraId="202B1AE0" w14:textId="77777777" w:rsidTr="00C05F44">
        <w:tc>
          <w:tcPr>
            <w:tcW w:w="1985" w:type="dxa"/>
          </w:tcPr>
          <w:p w14:paraId="4A2F1096" w14:textId="77777777" w:rsidR="003E275A" w:rsidRPr="00D43CEE" w:rsidRDefault="003E275A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BDB278F" w14:textId="77777777" w:rsidR="003E275A" w:rsidRPr="00D43CEE" w:rsidRDefault="003E275A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Zaliczenie, ocena aktywności na zajęciach,</w:t>
            </w:r>
          </w:p>
          <w:p w14:paraId="3E60085B" w14:textId="77777777" w:rsidR="003E275A" w:rsidRPr="00D43CEE" w:rsidRDefault="003E275A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praca semestralna</w:t>
            </w:r>
          </w:p>
        </w:tc>
        <w:tc>
          <w:tcPr>
            <w:tcW w:w="2126" w:type="dxa"/>
          </w:tcPr>
          <w:p w14:paraId="69371403" w14:textId="77777777" w:rsidR="003E275A" w:rsidRPr="00D43CEE" w:rsidRDefault="00D322B5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322B5" w:rsidRPr="00D43CEE" w14:paraId="15E4BA5C" w14:textId="77777777" w:rsidTr="00C05F44">
        <w:tc>
          <w:tcPr>
            <w:tcW w:w="1985" w:type="dxa"/>
          </w:tcPr>
          <w:p w14:paraId="1E73F495" w14:textId="77777777" w:rsidR="00D322B5" w:rsidRPr="00D43CEE" w:rsidRDefault="00D322B5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E6C2693" w14:textId="77777777" w:rsidR="00D322B5" w:rsidRPr="00D43CEE" w:rsidRDefault="00D322B5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Zaliczenie, ocena aktywności na zajęciach,</w:t>
            </w:r>
          </w:p>
          <w:p w14:paraId="21DEC203" w14:textId="77777777" w:rsidR="00D322B5" w:rsidRPr="00D43CEE" w:rsidRDefault="00D322B5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praca semestralna</w:t>
            </w:r>
          </w:p>
        </w:tc>
        <w:tc>
          <w:tcPr>
            <w:tcW w:w="2126" w:type="dxa"/>
          </w:tcPr>
          <w:p w14:paraId="1799DE39" w14:textId="77777777" w:rsidR="00D322B5" w:rsidRPr="00D43CEE" w:rsidRDefault="00D322B5" w:rsidP="00D322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3CEE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CF2D8B6" w14:textId="77777777" w:rsidR="00923D7D" w:rsidRPr="00D43CE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D43CE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3CE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D43CE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43CE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D43CE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43CEE" w14:paraId="45E99FAC" w14:textId="77777777" w:rsidTr="00923D7D">
        <w:tc>
          <w:tcPr>
            <w:tcW w:w="9670" w:type="dxa"/>
          </w:tcPr>
          <w:p w14:paraId="1CBB494B" w14:textId="77777777" w:rsidR="0085747A" w:rsidRPr="00D43CEE" w:rsidRDefault="003E27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Ustalenie oceny końcowej na podstawie zaliczen</w:t>
            </w:r>
            <w:r w:rsidR="00D322B5" w:rsidRPr="00D43CEE">
              <w:rPr>
                <w:rFonts w:ascii="Corbel" w:hAnsi="Corbel"/>
                <w:b w:val="0"/>
                <w:smallCaps w:val="0"/>
                <w:szCs w:val="24"/>
              </w:rPr>
              <w:t>ia ćwiczeń, aktywności na zajęciach i pracy semestralnej</w:t>
            </w:r>
          </w:p>
        </w:tc>
      </w:tr>
    </w:tbl>
    <w:p w14:paraId="1FC39945" w14:textId="77777777" w:rsidR="0085747A" w:rsidRPr="00D43C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D43CE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43CEE">
        <w:rPr>
          <w:rFonts w:ascii="Corbel" w:hAnsi="Corbel"/>
          <w:b/>
          <w:sz w:val="24"/>
          <w:szCs w:val="24"/>
        </w:rPr>
        <w:t xml:space="preserve">5. </w:t>
      </w:r>
      <w:r w:rsidR="00C61DC5" w:rsidRPr="00D43CE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2CB0E" w14:textId="77777777" w:rsidR="0085747A" w:rsidRPr="00D43CE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43CE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D43CE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3CE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43CE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3CE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D43CE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3CE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43CE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43CE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3CE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43CEE" w14:paraId="33472E7B" w14:textId="77777777" w:rsidTr="00923D7D">
        <w:tc>
          <w:tcPr>
            <w:tcW w:w="4962" w:type="dxa"/>
          </w:tcPr>
          <w:p w14:paraId="1943409D" w14:textId="77777777" w:rsidR="0085747A" w:rsidRPr="00D43C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G</w:t>
            </w:r>
            <w:r w:rsidR="0085747A" w:rsidRPr="00D43CE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43CE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43CE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43CEE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43CEE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43CE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43CE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77777777" w:rsidR="0085747A" w:rsidRPr="00D43CEE" w:rsidRDefault="001E4B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A8005E" w:rsidRPr="00D43CE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D43CEE" w14:paraId="079485E9" w14:textId="77777777" w:rsidTr="00923D7D">
        <w:tc>
          <w:tcPr>
            <w:tcW w:w="4962" w:type="dxa"/>
          </w:tcPr>
          <w:p w14:paraId="2750A6CD" w14:textId="77777777" w:rsidR="00C61DC5" w:rsidRPr="00D43C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43CE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D43C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CFEC6B" w14:textId="77777777" w:rsidR="00C61DC5" w:rsidRPr="00D43CEE" w:rsidRDefault="003E27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43CEE" w14:paraId="5AB7F672" w14:textId="77777777" w:rsidTr="00923D7D">
        <w:tc>
          <w:tcPr>
            <w:tcW w:w="4962" w:type="dxa"/>
          </w:tcPr>
          <w:p w14:paraId="7660431A" w14:textId="77777777" w:rsidR="0071620A" w:rsidRPr="00D43C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D43CE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04A35C2" w14:textId="77777777" w:rsidR="00C61DC5" w:rsidRPr="00D43CEE" w:rsidRDefault="001E4B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A8005E" w:rsidRPr="00D43CE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D43CEE" w14:paraId="2B55E3E1" w14:textId="77777777" w:rsidTr="00923D7D">
        <w:tc>
          <w:tcPr>
            <w:tcW w:w="4962" w:type="dxa"/>
          </w:tcPr>
          <w:p w14:paraId="3D4B2727" w14:textId="77777777" w:rsidR="0085747A" w:rsidRPr="00D43CE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D43CEE" w:rsidRDefault="00A800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D43CEE" w14:paraId="42922784" w14:textId="77777777" w:rsidTr="00923D7D">
        <w:tc>
          <w:tcPr>
            <w:tcW w:w="4962" w:type="dxa"/>
          </w:tcPr>
          <w:p w14:paraId="5FD1C35E" w14:textId="77777777" w:rsidR="0085747A" w:rsidRPr="00D43CE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3CE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D43CEE" w:rsidRDefault="00A800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3CE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Pr="00D43CEE" w:rsidRDefault="00923D7D" w:rsidP="004B799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3CE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43CE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D43CE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3CEE">
        <w:rPr>
          <w:rFonts w:ascii="Corbel" w:hAnsi="Corbel"/>
          <w:smallCaps w:val="0"/>
          <w:szCs w:val="24"/>
        </w:rPr>
        <w:t xml:space="preserve">6. </w:t>
      </w:r>
      <w:r w:rsidR="0085747A" w:rsidRPr="00D43CEE">
        <w:rPr>
          <w:rFonts w:ascii="Corbel" w:hAnsi="Corbel"/>
          <w:smallCaps w:val="0"/>
          <w:szCs w:val="24"/>
        </w:rPr>
        <w:t>PRAKTYKI ZAWO</w:t>
      </w:r>
      <w:r w:rsidR="009D3F3B" w:rsidRPr="00D43CEE">
        <w:rPr>
          <w:rFonts w:ascii="Corbel" w:hAnsi="Corbel"/>
          <w:smallCaps w:val="0"/>
          <w:szCs w:val="24"/>
        </w:rPr>
        <w:t>DOWE W RAMACH PRZEDMIOTU</w:t>
      </w:r>
    </w:p>
    <w:p w14:paraId="34CE0A41" w14:textId="77777777" w:rsidR="0085747A" w:rsidRPr="00D43CE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43CEE" w14:paraId="7B1168FC" w14:textId="77777777" w:rsidTr="48422062">
        <w:trPr>
          <w:trHeight w:val="397"/>
        </w:trPr>
        <w:tc>
          <w:tcPr>
            <w:tcW w:w="3544" w:type="dxa"/>
          </w:tcPr>
          <w:p w14:paraId="146D6691" w14:textId="77777777" w:rsidR="0085747A" w:rsidRPr="00D43CE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4C2F78C" w14:textId="46B47997" w:rsidR="0085747A" w:rsidRPr="00D43CEE" w:rsidRDefault="1B598F7C" w:rsidP="48422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8422062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D43CEE" w14:paraId="7F9C45F6" w14:textId="77777777" w:rsidTr="48422062">
        <w:trPr>
          <w:trHeight w:val="397"/>
        </w:trPr>
        <w:tc>
          <w:tcPr>
            <w:tcW w:w="3544" w:type="dxa"/>
          </w:tcPr>
          <w:p w14:paraId="05EFD703" w14:textId="77777777" w:rsidR="0085747A" w:rsidRPr="00D43CE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614C3B6" w14:textId="2D64A13F" w:rsidR="0085747A" w:rsidRPr="00D43CEE" w:rsidRDefault="57B3BFE8" w:rsidP="48422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8422062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62EBF3C5" w14:textId="77777777" w:rsidR="003E1941" w:rsidRPr="00D43CE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675843" w:rsidRPr="00D43CE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48422062">
        <w:rPr>
          <w:rFonts w:ascii="Corbel" w:hAnsi="Corbel"/>
          <w:smallCaps w:val="0"/>
        </w:rPr>
        <w:t xml:space="preserve">7. </w:t>
      </w:r>
      <w:r w:rsidR="0085747A" w:rsidRPr="48422062">
        <w:rPr>
          <w:rFonts w:ascii="Corbel" w:hAnsi="Corbel"/>
          <w:smallCaps w:val="0"/>
        </w:rPr>
        <w:t>LITERATURA</w:t>
      </w:r>
      <w:r w:rsidRPr="48422062">
        <w:rPr>
          <w:rFonts w:ascii="Corbel" w:hAnsi="Corbel"/>
          <w:smallCaps w:val="0"/>
        </w:rPr>
        <w:t xml:space="preserve"> </w:t>
      </w:r>
    </w:p>
    <w:p w14:paraId="64B5F8B0" w14:textId="25A6D618" w:rsidR="48422062" w:rsidRDefault="48422062" w:rsidP="48422062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43CEE" w14:paraId="5AE7A533" w14:textId="77777777" w:rsidTr="48422062">
        <w:trPr>
          <w:trHeight w:val="397"/>
        </w:trPr>
        <w:tc>
          <w:tcPr>
            <w:tcW w:w="7513" w:type="dxa"/>
          </w:tcPr>
          <w:p w14:paraId="729C9695" w14:textId="77777777" w:rsidR="0085747A" w:rsidRPr="00D43CEE" w:rsidRDefault="0085747A" w:rsidP="4842206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8422062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6DA43B08" w14:textId="43E9293C" w:rsidR="00D43CEE" w:rsidRPr="00D43CEE" w:rsidRDefault="6045975F" w:rsidP="4842206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48422062">
              <w:rPr>
                <w:rFonts w:ascii="Corbel" w:hAnsi="Corbel"/>
                <w:b w:val="0"/>
                <w:smallCaps w:val="0"/>
              </w:rPr>
              <w:t xml:space="preserve">R. Kuźniar, </w:t>
            </w:r>
            <w:proofErr w:type="spellStart"/>
            <w:r w:rsidRPr="48422062">
              <w:rPr>
                <w:rFonts w:ascii="Corbel" w:hAnsi="Corbel"/>
                <w:b w:val="0"/>
                <w:i/>
                <w:iCs/>
                <w:smallCaps w:val="0"/>
              </w:rPr>
              <w:t>Pozimnowojenne</w:t>
            </w:r>
            <w:proofErr w:type="spellEnd"/>
            <w:r w:rsidRPr="48422062">
              <w:rPr>
                <w:rFonts w:ascii="Corbel" w:hAnsi="Corbel"/>
                <w:b w:val="0"/>
                <w:i/>
                <w:iCs/>
                <w:smallCaps w:val="0"/>
              </w:rPr>
              <w:t xml:space="preserve"> dwudziestolecie 1989-2010: Stosunki międzynarodowe na przełomie XX i XXI wieku</w:t>
            </w:r>
            <w:r w:rsidRPr="48422062">
              <w:rPr>
                <w:rFonts w:ascii="Corbel" w:hAnsi="Corbel"/>
                <w:b w:val="0"/>
                <w:smallCaps w:val="0"/>
              </w:rPr>
              <w:t>, Warszawa 2011.</w:t>
            </w:r>
          </w:p>
          <w:p w14:paraId="6D98A12B" w14:textId="306808B3" w:rsidR="00D43CEE" w:rsidRPr="00D43CEE" w:rsidRDefault="00D43CEE" w:rsidP="48422062">
            <w:pPr>
              <w:pStyle w:val="Punktygwne"/>
              <w:spacing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85747A" w:rsidRPr="00D43CEE" w14:paraId="53EE4BA1" w14:textId="77777777" w:rsidTr="48422062">
        <w:trPr>
          <w:trHeight w:val="397"/>
        </w:trPr>
        <w:tc>
          <w:tcPr>
            <w:tcW w:w="7513" w:type="dxa"/>
          </w:tcPr>
          <w:p w14:paraId="218CA5F3" w14:textId="77777777" w:rsidR="004B7993" w:rsidRPr="00D43CEE" w:rsidRDefault="0085747A" w:rsidP="48422062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8422062">
              <w:rPr>
                <w:rFonts w:ascii="Corbel" w:hAnsi="Corbel"/>
                <w:bCs/>
                <w:smallCaps w:val="0"/>
              </w:rPr>
              <w:t>Literatura uzupełniająca:</w:t>
            </w:r>
          </w:p>
          <w:p w14:paraId="2946DB82" w14:textId="77777777" w:rsidR="002766F9" w:rsidRPr="00D43CEE" w:rsidRDefault="002766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B4B3491" w14:textId="29745A74" w:rsidR="002766F9" w:rsidRPr="00D43CEE" w:rsidRDefault="358F04A4" w:rsidP="48422062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48422062">
              <w:rPr>
                <w:rFonts w:ascii="Corbel" w:hAnsi="Corbel"/>
                <w:b w:val="0"/>
                <w:i/>
                <w:iCs/>
                <w:smallCaps w:val="0"/>
              </w:rPr>
              <w:t xml:space="preserve">Dziubka K., </w:t>
            </w:r>
            <w:proofErr w:type="spellStart"/>
            <w:r w:rsidRPr="48422062">
              <w:rPr>
                <w:rFonts w:ascii="Corbel" w:hAnsi="Corbel"/>
                <w:b w:val="0"/>
                <w:i/>
                <w:iCs/>
                <w:smallCaps w:val="0"/>
              </w:rPr>
              <w:t>Nijakowski</w:t>
            </w:r>
            <w:proofErr w:type="spellEnd"/>
            <w:r w:rsidRPr="48422062">
              <w:rPr>
                <w:rFonts w:ascii="Corbel" w:hAnsi="Corbel"/>
                <w:b w:val="0"/>
                <w:i/>
                <w:iCs/>
                <w:smallCaps w:val="0"/>
              </w:rPr>
              <w:t xml:space="preserve"> L. M. i inni </w:t>
            </w:r>
            <w:r w:rsidR="21CA3344" w:rsidRPr="48422062">
              <w:rPr>
                <w:rFonts w:ascii="Corbel" w:hAnsi="Corbel"/>
                <w:b w:val="0"/>
                <w:i/>
                <w:iCs/>
                <w:smallCaps w:val="0"/>
              </w:rPr>
              <w:t>Idee i ideologie we współczesnym świecie</w:t>
            </w:r>
            <w:r w:rsidR="21CA3344" w:rsidRPr="48422062">
              <w:rPr>
                <w:rFonts w:ascii="Corbel" w:hAnsi="Corbel"/>
                <w:b w:val="0"/>
                <w:smallCaps w:val="0"/>
              </w:rPr>
              <w:t>, Warszawa 2008.</w:t>
            </w:r>
          </w:p>
          <w:p w14:paraId="0AD23644" w14:textId="1FA3E28D" w:rsidR="002766F9" w:rsidRPr="00D43CEE" w:rsidRDefault="0855B0C4" w:rsidP="48422062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4842206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Baturo W. </w:t>
            </w:r>
            <w:r w:rsidR="6045975F" w:rsidRPr="4842206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Katastrofy i zagrożenia we współczesnym świecie</w:t>
            </w:r>
            <w:r w:rsidR="6045975F" w:rsidRPr="48422062">
              <w:rPr>
                <w:rFonts w:ascii="Corbel" w:hAnsi="Corbel"/>
                <w:b w:val="0"/>
                <w:smallCaps w:val="0"/>
                <w:color w:val="000000" w:themeColor="text1"/>
              </w:rPr>
              <w:t>, Warszawa 2008.</w:t>
            </w:r>
          </w:p>
          <w:p w14:paraId="4E861639" w14:textId="154E7C1C" w:rsidR="00DF5B98" w:rsidRPr="00D43CEE" w:rsidRDefault="61F3D9FA" w:rsidP="48422062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48422062">
              <w:rPr>
                <w:rFonts w:ascii="Corbel" w:hAnsi="Corbel"/>
                <w:b w:val="0"/>
                <w:smallCaps w:val="0"/>
              </w:rPr>
              <w:t>Kiwerska</w:t>
            </w:r>
            <w:r w:rsidR="40566674" w:rsidRPr="48422062">
              <w:rPr>
                <w:rFonts w:ascii="Corbel" w:hAnsi="Corbel"/>
                <w:b w:val="0"/>
                <w:smallCaps w:val="0"/>
              </w:rPr>
              <w:t xml:space="preserve"> J.</w:t>
            </w:r>
            <w:r w:rsidRPr="48422062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48422062">
              <w:rPr>
                <w:rFonts w:ascii="Corbel" w:hAnsi="Corbel"/>
                <w:b w:val="0"/>
                <w:i/>
                <w:iCs/>
                <w:smallCaps w:val="0"/>
              </w:rPr>
              <w:t>Świat w latach 1989-2009: wydarzenia – konflikty – procesy</w:t>
            </w:r>
            <w:r w:rsidRPr="48422062">
              <w:rPr>
                <w:rFonts w:ascii="Corbel" w:hAnsi="Corbel"/>
                <w:b w:val="0"/>
                <w:smallCaps w:val="0"/>
              </w:rPr>
              <w:t>, Poznań 2009.</w:t>
            </w:r>
          </w:p>
          <w:p w14:paraId="0B7288BC" w14:textId="77777777" w:rsidR="002766F9" w:rsidRPr="00D43CEE" w:rsidRDefault="002766F9" w:rsidP="002766F9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Konflikty współczesnego świata</w:t>
            </w:r>
            <w:r w:rsidRPr="00D43C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14:paraId="12F1097D" w14:textId="1AE7A7B2" w:rsidR="002501E7" w:rsidRPr="00D43CEE" w:rsidRDefault="325323F1" w:rsidP="48422062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48422062">
              <w:rPr>
                <w:rFonts w:ascii="Corbel" w:hAnsi="Corbel"/>
                <w:b w:val="0"/>
                <w:smallCaps w:val="0"/>
              </w:rPr>
              <w:t>Łoś.</w:t>
            </w:r>
            <w:r w:rsidR="614262B0" w:rsidRPr="48422062">
              <w:rPr>
                <w:rFonts w:ascii="Corbel" w:hAnsi="Corbel"/>
                <w:b w:val="0"/>
                <w:smallCaps w:val="0"/>
              </w:rPr>
              <w:t xml:space="preserve"> R.</w:t>
            </w:r>
            <w:r w:rsidRPr="48422062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48422062">
              <w:rPr>
                <w:rFonts w:ascii="Corbel" w:hAnsi="Corbel"/>
                <w:b w:val="0"/>
                <w:smallCaps w:val="0"/>
              </w:rPr>
              <w:t>Reginia</w:t>
            </w:r>
            <w:proofErr w:type="spellEnd"/>
            <w:r w:rsidRPr="48422062">
              <w:rPr>
                <w:rFonts w:ascii="Corbel" w:hAnsi="Corbel"/>
                <w:b w:val="0"/>
                <w:smallCaps w:val="0"/>
              </w:rPr>
              <w:t>-Zacharski</w:t>
            </w:r>
            <w:r w:rsidR="57A4A055" w:rsidRPr="48422062">
              <w:rPr>
                <w:rFonts w:ascii="Corbel" w:hAnsi="Corbel"/>
                <w:b w:val="0"/>
                <w:smallCaps w:val="0"/>
              </w:rPr>
              <w:t xml:space="preserve"> J.</w:t>
            </w:r>
            <w:r w:rsidRPr="48422062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48422062">
              <w:rPr>
                <w:rFonts w:ascii="Corbel" w:hAnsi="Corbel"/>
                <w:b w:val="0"/>
                <w:i/>
                <w:iCs/>
                <w:smallCaps w:val="0"/>
              </w:rPr>
              <w:t>Współczesne konflikty zbrojne</w:t>
            </w:r>
            <w:r w:rsidRPr="48422062">
              <w:rPr>
                <w:rFonts w:ascii="Corbel" w:hAnsi="Corbel"/>
                <w:b w:val="0"/>
                <w:smallCaps w:val="0"/>
              </w:rPr>
              <w:t>, Warszawa 2010</w:t>
            </w:r>
          </w:p>
          <w:p w14:paraId="0FA36D67" w14:textId="0A029809" w:rsidR="002501E7" w:rsidRPr="00D43CEE" w:rsidRDefault="325323F1" w:rsidP="48422062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48422062">
              <w:rPr>
                <w:rFonts w:ascii="Corbel" w:hAnsi="Corbel"/>
                <w:b w:val="0"/>
                <w:smallCaps w:val="0"/>
              </w:rPr>
              <w:t>Patek</w:t>
            </w:r>
            <w:r w:rsidR="1D538719" w:rsidRPr="48422062">
              <w:rPr>
                <w:rFonts w:ascii="Corbel" w:hAnsi="Corbel"/>
                <w:b w:val="0"/>
                <w:smallCaps w:val="0"/>
              </w:rPr>
              <w:t xml:space="preserve"> A.,</w:t>
            </w:r>
            <w:r w:rsidRPr="48422062">
              <w:rPr>
                <w:rFonts w:ascii="Corbel" w:hAnsi="Corbel"/>
                <w:b w:val="0"/>
                <w:smallCaps w:val="0"/>
              </w:rPr>
              <w:t xml:space="preserve"> Rydel. </w:t>
            </w:r>
            <w:r w:rsidR="4093FF91" w:rsidRPr="48422062">
              <w:rPr>
                <w:rFonts w:ascii="Corbel" w:hAnsi="Corbel"/>
                <w:b w:val="0"/>
                <w:smallCaps w:val="0"/>
              </w:rPr>
              <w:t>A.J.</w:t>
            </w:r>
            <w:r w:rsidR="3BFDBEED" w:rsidRPr="48422062">
              <w:rPr>
                <w:rFonts w:ascii="Corbel" w:hAnsi="Corbel"/>
                <w:b w:val="0"/>
                <w:smallCaps w:val="0"/>
              </w:rPr>
              <w:t>,</w:t>
            </w:r>
            <w:r w:rsidRPr="48422062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48422062">
              <w:rPr>
                <w:rFonts w:ascii="Corbel" w:hAnsi="Corbel"/>
                <w:b w:val="0"/>
                <w:smallCaps w:val="0"/>
              </w:rPr>
              <w:t>Węc</w:t>
            </w:r>
            <w:proofErr w:type="spellEnd"/>
            <w:r w:rsidR="5145F1C1" w:rsidRPr="48422062">
              <w:rPr>
                <w:rFonts w:ascii="Corbel" w:hAnsi="Corbel"/>
                <w:b w:val="0"/>
                <w:smallCaps w:val="0"/>
              </w:rPr>
              <w:t xml:space="preserve"> J.</w:t>
            </w:r>
            <w:r w:rsidRPr="48422062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48422062">
              <w:rPr>
                <w:rFonts w:ascii="Corbel" w:hAnsi="Corbel"/>
                <w:b w:val="0"/>
                <w:i/>
                <w:iCs/>
                <w:smallCaps w:val="0"/>
              </w:rPr>
              <w:t>Najnowsza historia świata 1945-2007</w:t>
            </w:r>
            <w:r w:rsidRPr="48422062">
              <w:rPr>
                <w:rFonts w:ascii="Corbel" w:hAnsi="Corbel"/>
                <w:b w:val="0"/>
                <w:smallCaps w:val="0"/>
              </w:rPr>
              <w:t>, Kraków 2008.</w:t>
            </w:r>
          </w:p>
          <w:p w14:paraId="6F9412B7" w14:textId="77777777" w:rsidR="0085747A" w:rsidRPr="00D43CEE" w:rsidRDefault="004B7993" w:rsidP="002766F9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43CE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Seria </w:t>
            </w:r>
            <w:r w:rsidRPr="00D43CEE">
              <w:rPr>
                <w:rFonts w:ascii="Corbel" w:hAnsi="Corbel"/>
                <w:b w:val="0"/>
                <w:i/>
                <w:smallCaps w:val="0"/>
                <w:szCs w:val="24"/>
              </w:rPr>
              <w:t>Historia państw świata w XX wieku</w:t>
            </w:r>
            <w:r w:rsidRPr="00D43CE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879E124" w14:textId="2A3B5CE7" w:rsidR="00BE18B9" w:rsidRPr="00D43CEE" w:rsidRDefault="6045975F" w:rsidP="48422062">
            <w:pPr>
              <w:pStyle w:val="Punktygwne"/>
              <w:spacing w:before="0" w:after="0"/>
              <w:ind w:left="284" w:hanging="284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4842206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Wojny Z</w:t>
            </w:r>
            <w:r w:rsidR="75077FC3" w:rsidRPr="4842206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achodu</w:t>
            </w:r>
            <w:r w:rsidR="1B75A378" w:rsidRPr="4842206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(red.)</w:t>
            </w:r>
            <w:r w:rsidR="610700F0" w:rsidRPr="4842206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="1B75A378" w:rsidRPr="4842206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Madej M.</w:t>
            </w:r>
            <w:r w:rsidR="75077FC3" w:rsidRPr="48422062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2017.</w:t>
            </w:r>
          </w:p>
        </w:tc>
      </w:tr>
    </w:tbl>
    <w:p w14:paraId="5997CC1D" w14:textId="77777777" w:rsidR="0085747A" w:rsidRPr="00D43CE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0FFD37" w14:textId="77777777" w:rsidR="0085747A" w:rsidRPr="00D43CE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D43CE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43CE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43CE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85314" w14:textId="77777777" w:rsidR="008D6010" w:rsidRDefault="008D6010" w:rsidP="00C16ABF">
      <w:pPr>
        <w:spacing w:after="0" w:line="240" w:lineRule="auto"/>
      </w:pPr>
      <w:r>
        <w:separator/>
      </w:r>
    </w:p>
  </w:endnote>
  <w:endnote w:type="continuationSeparator" w:id="0">
    <w:p w14:paraId="084B1137" w14:textId="77777777" w:rsidR="008D6010" w:rsidRDefault="008D60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DA2FA" w14:textId="77777777" w:rsidR="008D6010" w:rsidRDefault="008D6010" w:rsidP="00C16ABF">
      <w:pPr>
        <w:spacing w:after="0" w:line="240" w:lineRule="auto"/>
      </w:pPr>
      <w:r>
        <w:separator/>
      </w:r>
    </w:p>
  </w:footnote>
  <w:footnote w:type="continuationSeparator" w:id="0">
    <w:p w14:paraId="5A223C6C" w14:textId="77777777" w:rsidR="008D6010" w:rsidRDefault="008D601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8377699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1EE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BB0"/>
    <w:rsid w:val="001F2CA2"/>
    <w:rsid w:val="002144C0"/>
    <w:rsid w:val="0022477D"/>
    <w:rsid w:val="002278A9"/>
    <w:rsid w:val="002336F9"/>
    <w:rsid w:val="0024028F"/>
    <w:rsid w:val="00244ABC"/>
    <w:rsid w:val="002501E7"/>
    <w:rsid w:val="002766F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CFF"/>
    <w:rsid w:val="002F4ABE"/>
    <w:rsid w:val="00300703"/>
    <w:rsid w:val="003018BA"/>
    <w:rsid w:val="0030395F"/>
    <w:rsid w:val="00305C92"/>
    <w:rsid w:val="003151C5"/>
    <w:rsid w:val="003343CF"/>
    <w:rsid w:val="003365D5"/>
    <w:rsid w:val="00346FE9"/>
    <w:rsid w:val="0034759A"/>
    <w:rsid w:val="003503F6"/>
    <w:rsid w:val="003530DD"/>
    <w:rsid w:val="00363F78"/>
    <w:rsid w:val="00365669"/>
    <w:rsid w:val="003A0A5B"/>
    <w:rsid w:val="003A1176"/>
    <w:rsid w:val="003B095D"/>
    <w:rsid w:val="003C0BAE"/>
    <w:rsid w:val="003D18A9"/>
    <w:rsid w:val="003D6CE2"/>
    <w:rsid w:val="003E1941"/>
    <w:rsid w:val="003E275A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2B3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99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AE4"/>
    <w:rsid w:val="00647FA8"/>
    <w:rsid w:val="00650C5F"/>
    <w:rsid w:val="00654934"/>
    <w:rsid w:val="006620D9"/>
    <w:rsid w:val="00671958"/>
    <w:rsid w:val="00675843"/>
    <w:rsid w:val="00681806"/>
    <w:rsid w:val="00696477"/>
    <w:rsid w:val="006D050F"/>
    <w:rsid w:val="006D6139"/>
    <w:rsid w:val="006E0824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AEA"/>
    <w:rsid w:val="00763BF1"/>
    <w:rsid w:val="00765294"/>
    <w:rsid w:val="00766FD4"/>
    <w:rsid w:val="0078168C"/>
    <w:rsid w:val="00787C2A"/>
    <w:rsid w:val="00790E27"/>
    <w:rsid w:val="0079589A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010"/>
    <w:rsid w:val="008E64F4"/>
    <w:rsid w:val="008F12C9"/>
    <w:rsid w:val="008F6E29"/>
    <w:rsid w:val="00916188"/>
    <w:rsid w:val="00923D7D"/>
    <w:rsid w:val="00927E33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C00"/>
    <w:rsid w:val="00A8005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98F"/>
    <w:rsid w:val="00AF2C1E"/>
    <w:rsid w:val="00B0599E"/>
    <w:rsid w:val="00B06142"/>
    <w:rsid w:val="00B1277D"/>
    <w:rsid w:val="00B135B1"/>
    <w:rsid w:val="00B23CE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18B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8C3"/>
    <w:rsid w:val="00C61DC5"/>
    <w:rsid w:val="00C67E92"/>
    <w:rsid w:val="00C70A26"/>
    <w:rsid w:val="00C766DF"/>
    <w:rsid w:val="00C909C9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22B5"/>
    <w:rsid w:val="00D352C9"/>
    <w:rsid w:val="00D425B2"/>
    <w:rsid w:val="00D428D6"/>
    <w:rsid w:val="00D43CEE"/>
    <w:rsid w:val="00D552B2"/>
    <w:rsid w:val="00D608D1"/>
    <w:rsid w:val="00D74119"/>
    <w:rsid w:val="00D8075B"/>
    <w:rsid w:val="00D8678B"/>
    <w:rsid w:val="00DA2114"/>
    <w:rsid w:val="00DA385A"/>
    <w:rsid w:val="00DE09C0"/>
    <w:rsid w:val="00DE4A14"/>
    <w:rsid w:val="00DF320D"/>
    <w:rsid w:val="00DF5B98"/>
    <w:rsid w:val="00DF71C8"/>
    <w:rsid w:val="00E129B8"/>
    <w:rsid w:val="00E21E7D"/>
    <w:rsid w:val="00E22FBC"/>
    <w:rsid w:val="00E24BF5"/>
    <w:rsid w:val="00E25338"/>
    <w:rsid w:val="00E32A7D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717C"/>
    <w:rsid w:val="00EC4899"/>
    <w:rsid w:val="00ED03AB"/>
    <w:rsid w:val="00ED32D2"/>
    <w:rsid w:val="00EE32DE"/>
    <w:rsid w:val="00EE5457"/>
    <w:rsid w:val="00EF7D21"/>
    <w:rsid w:val="00F070AB"/>
    <w:rsid w:val="00F17567"/>
    <w:rsid w:val="00F27A7B"/>
    <w:rsid w:val="00F5249B"/>
    <w:rsid w:val="00F526AF"/>
    <w:rsid w:val="00F5307C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AF2B4B"/>
    <w:rsid w:val="0855B0C4"/>
    <w:rsid w:val="0B52E721"/>
    <w:rsid w:val="14167731"/>
    <w:rsid w:val="180F2973"/>
    <w:rsid w:val="1B598F7C"/>
    <w:rsid w:val="1B75A378"/>
    <w:rsid w:val="1C78F852"/>
    <w:rsid w:val="1D538719"/>
    <w:rsid w:val="1E73E79C"/>
    <w:rsid w:val="21CA3344"/>
    <w:rsid w:val="22CE96AA"/>
    <w:rsid w:val="25B63854"/>
    <w:rsid w:val="3096A20D"/>
    <w:rsid w:val="325323F1"/>
    <w:rsid w:val="352BDAB7"/>
    <w:rsid w:val="358F04A4"/>
    <w:rsid w:val="3AF263CA"/>
    <w:rsid w:val="3BFDBEED"/>
    <w:rsid w:val="40566674"/>
    <w:rsid w:val="4093FF91"/>
    <w:rsid w:val="41120DBA"/>
    <w:rsid w:val="48422062"/>
    <w:rsid w:val="49E417E1"/>
    <w:rsid w:val="4F8A3614"/>
    <w:rsid w:val="4F8F2DBD"/>
    <w:rsid w:val="5145F1C1"/>
    <w:rsid w:val="57A4A055"/>
    <w:rsid w:val="57B3BFE8"/>
    <w:rsid w:val="5E401B1C"/>
    <w:rsid w:val="6045975F"/>
    <w:rsid w:val="610700F0"/>
    <w:rsid w:val="614262B0"/>
    <w:rsid w:val="61F3D9FA"/>
    <w:rsid w:val="6380D257"/>
    <w:rsid w:val="75077FC3"/>
    <w:rsid w:val="762D153A"/>
    <w:rsid w:val="78EDFA56"/>
    <w:rsid w:val="7A0E252B"/>
    <w:rsid w:val="7FF4A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4E648"/>
  <w15:chartTrackingRefBased/>
  <w15:docId w15:val="{B2F24401-D396-4D9D-B83F-7C4FE703B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6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65998-ECD7-4C5E-A7E5-AB5B6EA22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887</Words>
  <Characters>5324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Przemysław Maj</cp:lastModifiedBy>
  <cp:revision>10</cp:revision>
  <cp:lastPrinted>2019-02-06T21:12:00Z</cp:lastPrinted>
  <dcterms:created xsi:type="dcterms:W3CDTF">2021-12-20T09:26:00Z</dcterms:created>
  <dcterms:modified xsi:type="dcterms:W3CDTF">2025-11-15T00:15:00Z</dcterms:modified>
</cp:coreProperties>
</file>